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8F8" w:rsidRPr="00937910" w:rsidRDefault="00E118F8" w:rsidP="00937910">
      <w:pPr>
        <w:spacing w:line="360" w:lineRule="auto"/>
        <w:jc w:val="center"/>
        <w:rPr>
          <w:rStyle w:val="IntenseReference"/>
          <w:color w:val="365F91" w:themeColor="accent1" w:themeShade="BF"/>
          <w:rtl/>
        </w:rPr>
      </w:pPr>
      <w:r w:rsidRPr="00937910">
        <w:rPr>
          <w:rStyle w:val="IntenseReference"/>
          <w:rFonts w:hint="cs"/>
          <w:color w:val="365F91" w:themeColor="accent1" w:themeShade="BF"/>
          <w:rtl/>
        </w:rPr>
        <w:t xml:space="preserve">מבחן </w:t>
      </w:r>
      <w:r w:rsidRPr="00937910">
        <w:rPr>
          <w:rStyle w:val="IntenseReference"/>
          <w:color w:val="365F91" w:themeColor="accent1" w:themeShade="BF"/>
          <w:rtl/>
        </w:rPr>
        <w:t>–</w:t>
      </w:r>
      <w:r w:rsidRPr="00937910">
        <w:rPr>
          <w:rStyle w:val="IntenseReference"/>
          <w:rFonts w:hint="cs"/>
          <w:color w:val="365F91" w:themeColor="accent1" w:themeShade="BF"/>
          <w:rtl/>
        </w:rPr>
        <w:t xml:space="preserve"> עקרונות מתקדמים בתכנות</w:t>
      </w:r>
    </w:p>
    <w:p w:rsidR="00E118F8" w:rsidRPr="00147E12" w:rsidRDefault="00E118F8" w:rsidP="00937910">
      <w:pPr>
        <w:pStyle w:val="ListParagraph"/>
        <w:numPr>
          <w:ilvl w:val="0"/>
          <w:numId w:val="11"/>
        </w:numPr>
        <w:spacing w:after="160" w:line="360" w:lineRule="auto"/>
        <w:rPr>
          <w:highlight w:val="yellow"/>
        </w:rPr>
      </w:pPr>
      <w:r w:rsidRPr="00147E12">
        <w:rPr>
          <w:rFonts w:hint="cs"/>
          <w:highlight w:val="yellow"/>
          <w:rtl/>
        </w:rPr>
        <w:t>להכיר את כל המושגים התיאורטיים שלמדנו במהלך הקורס.</w:t>
      </w:r>
    </w:p>
    <w:p w:rsidR="00E118F8" w:rsidRPr="00147E12" w:rsidRDefault="00E118F8" w:rsidP="00937910">
      <w:pPr>
        <w:pStyle w:val="ListParagraph"/>
        <w:numPr>
          <w:ilvl w:val="0"/>
          <w:numId w:val="11"/>
        </w:numPr>
        <w:spacing w:after="160" w:line="360" w:lineRule="auto"/>
      </w:pPr>
      <w:r w:rsidRPr="00147E12">
        <w:rPr>
          <w:rFonts w:hint="cs"/>
          <w:rtl/>
        </w:rPr>
        <w:t xml:space="preserve">עצים </w:t>
      </w:r>
      <w:r w:rsidRPr="00147E12">
        <w:rPr>
          <w:rFonts w:cstheme="minorBidi"/>
          <w:rtl/>
        </w:rPr>
        <w:t>–</w:t>
      </w:r>
      <w:r w:rsidRPr="00147E12">
        <w:rPr>
          <w:rFonts w:hint="cs"/>
          <w:rtl/>
        </w:rPr>
        <w:t xml:space="preserve"> מבנה הנתונים עץ, הגדרות הקשורות לעצים, מימוש עץ.</w:t>
      </w:r>
    </w:p>
    <w:p w:rsidR="00E118F8" w:rsidRPr="00147E12" w:rsidRDefault="00E118F8" w:rsidP="00937910">
      <w:pPr>
        <w:pStyle w:val="ListParagraph"/>
        <w:numPr>
          <w:ilvl w:val="0"/>
          <w:numId w:val="11"/>
        </w:numPr>
        <w:spacing w:after="160" w:line="360" w:lineRule="auto"/>
      </w:pPr>
      <w:r w:rsidRPr="00147E12">
        <w:rPr>
          <w:rFonts w:hint="cs"/>
          <w:rtl/>
        </w:rPr>
        <w:t>שיעורי בית.</w:t>
      </w:r>
    </w:p>
    <w:p w:rsidR="00E118F8" w:rsidRDefault="00E118F8" w:rsidP="00937910">
      <w:pPr>
        <w:pStyle w:val="ListParagraph"/>
        <w:spacing w:after="160" w:line="360" w:lineRule="auto"/>
      </w:pPr>
    </w:p>
    <w:p w:rsidR="00E118F8" w:rsidRPr="00E118F8" w:rsidRDefault="00E118F8" w:rsidP="00937910">
      <w:pPr>
        <w:spacing w:line="360" w:lineRule="auto"/>
        <w:rPr>
          <w:u w:val="single"/>
          <w:rtl/>
        </w:rPr>
      </w:pPr>
      <w:r w:rsidRPr="00E118F8">
        <w:rPr>
          <w:rFonts w:hint="cs"/>
          <w:u w:val="single"/>
          <w:rtl/>
        </w:rPr>
        <w:t>ריכוז הנושאים לבחינה:</w:t>
      </w:r>
    </w:p>
    <w:p w:rsidR="00E118F8" w:rsidRDefault="00E118F8" w:rsidP="00937910">
      <w:pPr>
        <w:pStyle w:val="ListParagraph"/>
        <w:numPr>
          <w:ilvl w:val="0"/>
          <w:numId w:val="10"/>
        </w:numPr>
        <w:spacing w:after="160" w:line="360" w:lineRule="auto"/>
      </w:pPr>
      <w:r>
        <w:rPr>
          <w:rFonts w:hint="cs"/>
          <w:rtl/>
        </w:rPr>
        <w:t>מבני נתונים: מחסנית, תור</w:t>
      </w:r>
    </w:p>
    <w:p w:rsid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>
        <w:rPr>
          <w:rFonts w:hint="cs"/>
          <w:rtl/>
        </w:rPr>
        <w:t>סיבוכיות זמן ריצה</w:t>
      </w:r>
    </w:p>
    <w:p w:rsidR="00EC0E5E" w:rsidRPr="00EC0E5E" w:rsidRDefault="007F277E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C0E5E">
        <w:rPr>
          <w:rtl/>
        </w:rPr>
        <w:t>תכנות מונחה עצמים ב ++</w:t>
      </w:r>
      <w:r w:rsidRPr="00EC0E5E">
        <w:t>C</w:t>
      </w:r>
      <w:r w:rsidR="00E118F8">
        <w:rPr>
          <w:rFonts w:hint="cs"/>
          <w:rtl/>
        </w:rPr>
        <w:t>:</w:t>
      </w:r>
    </w:p>
    <w:p w:rsidR="00E118F8" w:rsidRPr="00E118F8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</w:pPr>
      <w:r w:rsidRPr="00E118F8">
        <w:rPr>
          <w:rtl/>
        </w:rPr>
        <w:t>הגדרת מחלקה</w:t>
      </w:r>
    </w:p>
    <w:p w:rsidR="00E118F8" w:rsidRPr="00E118F8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</w:pPr>
      <w:r w:rsidRPr="00E118F8">
        <w:rPr>
          <w:rtl/>
        </w:rPr>
        <w:t>יצירת אובייקטים</w:t>
      </w:r>
    </w:p>
    <w:p w:rsidR="00E118F8" w:rsidRPr="00E118F8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</w:pPr>
      <w:r w:rsidRPr="00E118F8">
        <w:t>private &amp;public</w:t>
      </w:r>
    </w:p>
    <w:p w:rsidR="00E118F8" w:rsidRPr="00E118F8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</w:pPr>
      <w:r w:rsidRPr="00E118F8">
        <w:t>This</w:t>
      </w:r>
    </w:p>
    <w:p w:rsidR="00E118F8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</w:pPr>
      <w:r>
        <w:t>Getter/setter</w:t>
      </w:r>
    </w:p>
    <w:p w:rsid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>
        <w:t>Reference VS pointer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>בנאים ומפרקים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>בנאי ברירת מחדל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>בנאי העתקה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 xml:space="preserve">העמסת פונקציות 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>העמסת בנאים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>העמסת אופרטורים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tl/>
        </w:rPr>
        <w:t>אופרטור השמה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t>The Big Three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t>Static methods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t>Static fields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Fonts w:hint="cs"/>
          <w:rtl/>
        </w:rPr>
        <w:t>עץ בינארי</w:t>
      </w:r>
    </w:p>
    <w:p w:rsidR="00E118F8" w:rsidRPr="00462561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  <w:rPr>
          <w:highlight w:val="yellow"/>
        </w:rPr>
      </w:pPr>
      <w:r w:rsidRPr="00462561">
        <w:rPr>
          <w:rFonts w:hint="cs"/>
          <w:highlight w:val="yellow"/>
          <w:rtl/>
        </w:rPr>
        <w:lastRenderedPageBreak/>
        <w:t>עץ חיפוש בינארי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Fonts w:hint="cs"/>
          <w:rtl/>
        </w:rPr>
        <w:t>הורשה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t>Virtual methods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 w:rsidRPr="00E118F8">
        <w:rPr>
          <w:rFonts w:hint="cs"/>
          <w:rtl/>
        </w:rPr>
        <w:t>דריסת פונקציות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</w:pPr>
      <w:r w:rsidRPr="00E118F8">
        <w:t>Pure Virtual Function</w:t>
      </w:r>
      <w:bookmarkStart w:id="0" w:name="_GoBack"/>
      <w:bookmarkEnd w:id="0"/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</w:pPr>
      <w:r w:rsidRPr="00E118F8">
        <w:rPr>
          <w:rtl/>
        </w:rPr>
        <w:t>מחלקה אבסטרקטית</w:t>
      </w:r>
    </w:p>
    <w:p w:rsidR="00E118F8" w:rsidRPr="00462561" w:rsidRDefault="00E118F8" w:rsidP="00937910">
      <w:pPr>
        <w:pStyle w:val="ListParagraph"/>
        <w:numPr>
          <w:ilvl w:val="0"/>
          <w:numId w:val="10"/>
        </w:numPr>
        <w:spacing w:line="360" w:lineRule="auto"/>
        <w:rPr>
          <w:highlight w:val="yellow"/>
        </w:rPr>
      </w:pPr>
      <w:r w:rsidRPr="00462561">
        <w:rPr>
          <w:highlight w:val="yellow"/>
        </w:rPr>
        <w:t>Exceptions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</w:pPr>
      <w:r w:rsidRPr="00E118F8">
        <w:rPr>
          <w:rtl/>
        </w:rPr>
        <w:t>פולימורפיזם</w:t>
      </w:r>
    </w:p>
    <w:p w:rsidR="00E118F8" w:rsidRPr="00462561" w:rsidRDefault="00E118F8" w:rsidP="00937910">
      <w:pPr>
        <w:pStyle w:val="ListParagraph"/>
        <w:numPr>
          <w:ilvl w:val="0"/>
          <w:numId w:val="10"/>
        </w:numPr>
        <w:spacing w:line="360" w:lineRule="auto"/>
        <w:rPr>
          <w:highlight w:val="yellow"/>
        </w:rPr>
      </w:pPr>
      <w:r w:rsidRPr="00462561">
        <w:rPr>
          <w:highlight w:val="yellow"/>
        </w:rPr>
        <w:t>Dynamic Bindings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</w:pPr>
      <w:r w:rsidRPr="00E118F8">
        <w:t>Slicing</w:t>
      </w:r>
    </w:p>
    <w:p w:rsidR="00E118F8" w:rsidRPr="00E118F8" w:rsidRDefault="00E118F8" w:rsidP="00937910">
      <w:pPr>
        <w:pStyle w:val="ListParagraph"/>
        <w:numPr>
          <w:ilvl w:val="0"/>
          <w:numId w:val="10"/>
        </w:numPr>
        <w:spacing w:line="360" w:lineRule="auto"/>
      </w:pPr>
      <w:r w:rsidRPr="00E118F8">
        <w:t>Virtual Table</w:t>
      </w:r>
    </w:p>
    <w:p w:rsid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>
        <w:t>Class templates</w:t>
      </w:r>
    </w:p>
    <w:p w:rsidR="00E118F8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</w:pPr>
      <w:r>
        <w:t>Function templates</w:t>
      </w:r>
    </w:p>
    <w:p w:rsidR="00E118F8" w:rsidRPr="00462561" w:rsidRDefault="00E118F8" w:rsidP="00937910">
      <w:pPr>
        <w:pStyle w:val="ListParagraph"/>
        <w:numPr>
          <w:ilvl w:val="0"/>
          <w:numId w:val="10"/>
        </w:numPr>
        <w:spacing w:line="360" w:lineRule="auto"/>
        <w:textAlignment w:val="baseline"/>
        <w:rPr>
          <w:highlight w:val="yellow"/>
        </w:rPr>
      </w:pPr>
      <w:r w:rsidRPr="00462561">
        <w:rPr>
          <w:rFonts w:hint="cs"/>
          <w:highlight w:val="yellow"/>
        </w:rPr>
        <w:t>STL</w:t>
      </w:r>
    </w:p>
    <w:p w:rsidR="00E118F8" w:rsidRPr="00462561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  <w:rPr>
          <w:highlight w:val="yellow"/>
        </w:rPr>
      </w:pPr>
      <w:r w:rsidRPr="00462561">
        <w:rPr>
          <w:highlight w:val="yellow"/>
        </w:rPr>
        <w:t>Sequence Containers</w:t>
      </w:r>
    </w:p>
    <w:p w:rsidR="00E118F8" w:rsidRPr="00462561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  <w:rPr>
          <w:highlight w:val="yellow"/>
        </w:rPr>
      </w:pPr>
      <w:r w:rsidRPr="00462561">
        <w:rPr>
          <w:highlight w:val="yellow"/>
        </w:rPr>
        <w:t>Associative Containers</w:t>
      </w:r>
    </w:p>
    <w:p w:rsidR="00E118F8" w:rsidRPr="00462561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  <w:rPr>
          <w:highlight w:val="yellow"/>
        </w:rPr>
      </w:pPr>
      <w:r w:rsidRPr="00462561">
        <w:rPr>
          <w:highlight w:val="yellow"/>
        </w:rPr>
        <w:t>Iterators</w:t>
      </w:r>
    </w:p>
    <w:p w:rsidR="006727FA" w:rsidRPr="00462561" w:rsidRDefault="00E118F8" w:rsidP="00937910">
      <w:pPr>
        <w:pStyle w:val="ListParagraph"/>
        <w:numPr>
          <w:ilvl w:val="1"/>
          <w:numId w:val="10"/>
        </w:numPr>
        <w:spacing w:line="360" w:lineRule="auto"/>
        <w:textAlignment w:val="baseline"/>
        <w:rPr>
          <w:highlight w:val="yellow"/>
        </w:rPr>
      </w:pPr>
      <w:r w:rsidRPr="00462561">
        <w:rPr>
          <w:highlight w:val="yellow"/>
        </w:rPr>
        <w:t>Algorithms</w:t>
      </w:r>
    </w:p>
    <w:p w:rsidR="00E118F8" w:rsidRDefault="00E118F8" w:rsidP="00937910">
      <w:pPr>
        <w:spacing w:line="360" w:lineRule="auto"/>
        <w:textAlignment w:val="baseline"/>
        <w:rPr>
          <w:rtl/>
        </w:rPr>
      </w:pPr>
    </w:p>
    <w:p w:rsidR="00E118F8" w:rsidRPr="00E118F8" w:rsidRDefault="00E118F8" w:rsidP="00937910">
      <w:pPr>
        <w:spacing w:line="360" w:lineRule="auto"/>
        <w:textAlignment w:val="baseline"/>
      </w:pPr>
      <w:r>
        <w:rPr>
          <w:rFonts w:hint="cs"/>
          <w:rtl/>
        </w:rPr>
        <w:t>בהצלחה!</w:t>
      </w:r>
    </w:p>
    <w:sectPr w:rsidR="00E118F8" w:rsidRPr="00E118F8" w:rsidSect="001E0C52">
      <w:headerReference w:type="default" r:id="rId8"/>
      <w:pgSz w:w="11906" w:h="16838"/>
      <w:pgMar w:top="720" w:right="720" w:bottom="720" w:left="720" w:header="708" w:footer="708" w:gutter="0"/>
      <w:pgBorders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4EB" w:rsidRDefault="00A344EB" w:rsidP="008E2BB2">
      <w:r>
        <w:separator/>
      </w:r>
    </w:p>
  </w:endnote>
  <w:endnote w:type="continuationSeparator" w:id="0">
    <w:p w:rsidR="00A344EB" w:rsidRDefault="00A344EB" w:rsidP="008E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4EB" w:rsidRDefault="00A344EB" w:rsidP="008E2BB2">
      <w:r>
        <w:separator/>
      </w:r>
    </w:p>
  </w:footnote>
  <w:footnote w:type="continuationSeparator" w:id="0">
    <w:p w:rsidR="00A344EB" w:rsidRDefault="00A344EB" w:rsidP="008E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77"/>
      <w:gridCol w:w="1178"/>
      <w:gridCol w:w="5755"/>
      <w:gridCol w:w="1178"/>
      <w:gridCol w:w="1178"/>
    </w:tblGrid>
    <w:tr w:rsidR="00AF7D66" w:rsidTr="008E2BB2">
      <w:trPr>
        <w:jc w:val="center"/>
      </w:trPr>
      <w:tc>
        <w:tcPr>
          <w:tcW w:w="1000" w:type="pct"/>
          <w:vAlign w:val="center"/>
        </w:tcPr>
        <w:p w:rsidR="00AF7D66" w:rsidRDefault="00AF7D66" w:rsidP="000F78A1">
          <w:pPr>
            <w:pStyle w:val="Header"/>
            <w:jc w:val="center"/>
            <w:rPr>
              <w:rtl/>
            </w:rPr>
          </w:pPr>
        </w:p>
      </w:tc>
      <w:tc>
        <w:tcPr>
          <w:tcW w:w="1000" w:type="pct"/>
          <w:vAlign w:val="center"/>
        </w:tcPr>
        <w:p w:rsidR="00AF7D66" w:rsidRDefault="00AF7D66" w:rsidP="008E2BB2">
          <w:pPr>
            <w:pStyle w:val="Header"/>
            <w:jc w:val="center"/>
            <w:rPr>
              <w:rtl/>
            </w:rPr>
          </w:pPr>
        </w:p>
      </w:tc>
      <w:tc>
        <w:tcPr>
          <w:tcW w:w="1000" w:type="pct"/>
          <w:vAlign w:val="center"/>
        </w:tcPr>
        <w:p w:rsidR="00AF7D66" w:rsidRDefault="000F78A1" w:rsidP="000F78A1">
          <w:pPr>
            <w:pStyle w:val="Header"/>
            <w:rPr>
              <w:rtl/>
            </w:rPr>
          </w:pPr>
          <w:r>
            <w:rPr>
              <w:noProof/>
              <w:rtl/>
              <w:lang w:eastAsia="en-US"/>
            </w:rPr>
            <w:drawing>
              <wp:inline distT="0" distB="0" distL="0" distR="0" wp14:anchorId="01265637" wp14:editId="36C63873">
                <wp:extent cx="3517547" cy="646981"/>
                <wp:effectExtent l="0" t="0" r="0" b="127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nal logo 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1456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0" w:type="pct"/>
          <w:vAlign w:val="center"/>
        </w:tcPr>
        <w:p w:rsidR="00AF7D66" w:rsidRDefault="00AF7D66" w:rsidP="008E2BB2">
          <w:pPr>
            <w:pStyle w:val="Header"/>
            <w:jc w:val="center"/>
            <w:rPr>
              <w:rtl/>
            </w:rPr>
          </w:pPr>
        </w:p>
      </w:tc>
      <w:tc>
        <w:tcPr>
          <w:tcW w:w="1000" w:type="pct"/>
          <w:vAlign w:val="center"/>
        </w:tcPr>
        <w:p w:rsidR="00AF7D66" w:rsidRDefault="00AF7D66" w:rsidP="008E2BB2">
          <w:pPr>
            <w:pStyle w:val="Header"/>
            <w:jc w:val="center"/>
            <w:rPr>
              <w:rtl/>
            </w:rPr>
          </w:pPr>
        </w:p>
      </w:tc>
    </w:tr>
  </w:tbl>
  <w:p w:rsidR="00AF7D66" w:rsidRDefault="00AF7D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854D9"/>
    <w:multiLevelType w:val="hybridMultilevel"/>
    <w:tmpl w:val="822C4FA4"/>
    <w:lvl w:ilvl="0" w:tplc="66F662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CB7F93"/>
    <w:multiLevelType w:val="hybridMultilevel"/>
    <w:tmpl w:val="B980DCE6"/>
    <w:lvl w:ilvl="0" w:tplc="1B8041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92439AF"/>
    <w:multiLevelType w:val="hybridMultilevel"/>
    <w:tmpl w:val="A7644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01141"/>
    <w:multiLevelType w:val="hybridMultilevel"/>
    <w:tmpl w:val="03CC07F0"/>
    <w:lvl w:ilvl="0" w:tplc="0409001B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4742DA9"/>
    <w:multiLevelType w:val="hybridMultilevel"/>
    <w:tmpl w:val="F55C672C"/>
    <w:lvl w:ilvl="0" w:tplc="2A7E8EC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39566326"/>
    <w:multiLevelType w:val="hybridMultilevel"/>
    <w:tmpl w:val="EB281922"/>
    <w:lvl w:ilvl="0" w:tplc="835AAC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027508D"/>
    <w:multiLevelType w:val="hybridMultilevel"/>
    <w:tmpl w:val="5BC295E4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47E42E26"/>
    <w:multiLevelType w:val="hybridMultilevel"/>
    <w:tmpl w:val="B718B600"/>
    <w:lvl w:ilvl="0" w:tplc="B85AD3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9370480"/>
    <w:multiLevelType w:val="hybridMultilevel"/>
    <w:tmpl w:val="9C04CCB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4F6C2073"/>
    <w:multiLevelType w:val="hybridMultilevel"/>
    <w:tmpl w:val="9022CAA8"/>
    <w:lvl w:ilvl="0" w:tplc="843EDE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3E8"/>
    <w:multiLevelType w:val="hybridMultilevel"/>
    <w:tmpl w:val="BC743A3E"/>
    <w:lvl w:ilvl="0" w:tplc="95BCF2E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87"/>
    <w:rsid w:val="000267F8"/>
    <w:rsid w:val="00040CA7"/>
    <w:rsid w:val="00045C4B"/>
    <w:rsid w:val="00064A84"/>
    <w:rsid w:val="00075635"/>
    <w:rsid w:val="00085740"/>
    <w:rsid w:val="000B5C59"/>
    <w:rsid w:val="000C53CE"/>
    <w:rsid w:val="000E195B"/>
    <w:rsid w:val="000E27C0"/>
    <w:rsid w:val="000E7903"/>
    <w:rsid w:val="000F1F52"/>
    <w:rsid w:val="000F4078"/>
    <w:rsid w:val="000F78A1"/>
    <w:rsid w:val="00102B6A"/>
    <w:rsid w:val="00133716"/>
    <w:rsid w:val="00147E12"/>
    <w:rsid w:val="00151A15"/>
    <w:rsid w:val="001537AE"/>
    <w:rsid w:val="00167CF8"/>
    <w:rsid w:val="0017163F"/>
    <w:rsid w:val="00172C2D"/>
    <w:rsid w:val="001A4E48"/>
    <w:rsid w:val="001E0C52"/>
    <w:rsid w:val="00214B75"/>
    <w:rsid w:val="0022188A"/>
    <w:rsid w:val="00236928"/>
    <w:rsid w:val="00245517"/>
    <w:rsid w:val="002470BD"/>
    <w:rsid w:val="00247421"/>
    <w:rsid w:val="00263643"/>
    <w:rsid w:val="002A2BF1"/>
    <w:rsid w:val="002B191C"/>
    <w:rsid w:val="002B28D8"/>
    <w:rsid w:val="002B4A29"/>
    <w:rsid w:val="002B6405"/>
    <w:rsid w:val="002C292C"/>
    <w:rsid w:val="002D69F4"/>
    <w:rsid w:val="00306BA5"/>
    <w:rsid w:val="00345113"/>
    <w:rsid w:val="00350C9E"/>
    <w:rsid w:val="00364852"/>
    <w:rsid w:val="00397AB4"/>
    <w:rsid w:val="003B52D9"/>
    <w:rsid w:val="003D6529"/>
    <w:rsid w:val="0040379E"/>
    <w:rsid w:val="00432C02"/>
    <w:rsid w:val="00462561"/>
    <w:rsid w:val="0047249C"/>
    <w:rsid w:val="00491095"/>
    <w:rsid w:val="00491BB9"/>
    <w:rsid w:val="004963C0"/>
    <w:rsid w:val="004B019D"/>
    <w:rsid w:val="004C23CD"/>
    <w:rsid w:val="004E4F41"/>
    <w:rsid w:val="004E75E9"/>
    <w:rsid w:val="004F0068"/>
    <w:rsid w:val="004F04B6"/>
    <w:rsid w:val="004F2218"/>
    <w:rsid w:val="004F30E8"/>
    <w:rsid w:val="0050663B"/>
    <w:rsid w:val="005136D7"/>
    <w:rsid w:val="00516FA6"/>
    <w:rsid w:val="0053787A"/>
    <w:rsid w:val="005378EA"/>
    <w:rsid w:val="00555C2D"/>
    <w:rsid w:val="00562FF0"/>
    <w:rsid w:val="0056367E"/>
    <w:rsid w:val="005758D1"/>
    <w:rsid w:val="00576608"/>
    <w:rsid w:val="00581FD9"/>
    <w:rsid w:val="00583F95"/>
    <w:rsid w:val="00584652"/>
    <w:rsid w:val="00591108"/>
    <w:rsid w:val="00595D76"/>
    <w:rsid w:val="00597D70"/>
    <w:rsid w:val="005B1163"/>
    <w:rsid w:val="005C2864"/>
    <w:rsid w:val="005D0839"/>
    <w:rsid w:val="005E2139"/>
    <w:rsid w:val="005F4574"/>
    <w:rsid w:val="005F7027"/>
    <w:rsid w:val="005F77C5"/>
    <w:rsid w:val="00604B63"/>
    <w:rsid w:val="006054DE"/>
    <w:rsid w:val="0062481B"/>
    <w:rsid w:val="00651BEB"/>
    <w:rsid w:val="00654769"/>
    <w:rsid w:val="00656995"/>
    <w:rsid w:val="006727FA"/>
    <w:rsid w:val="00674844"/>
    <w:rsid w:val="00676FE7"/>
    <w:rsid w:val="00696C67"/>
    <w:rsid w:val="006A03AA"/>
    <w:rsid w:val="006C5A61"/>
    <w:rsid w:val="006D7403"/>
    <w:rsid w:val="006E79B9"/>
    <w:rsid w:val="006F3F9B"/>
    <w:rsid w:val="006F560A"/>
    <w:rsid w:val="00704056"/>
    <w:rsid w:val="007238DA"/>
    <w:rsid w:val="00725783"/>
    <w:rsid w:val="00756016"/>
    <w:rsid w:val="00765C21"/>
    <w:rsid w:val="0077254E"/>
    <w:rsid w:val="007B1341"/>
    <w:rsid w:val="007C55E7"/>
    <w:rsid w:val="007F03AC"/>
    <w:rsid w:val="007F23B0"/>
    <w:rsid w:val="007F277E"/>
    <w:rsid w:val="007F3686"/>
    <w:rsid w:val="007F7F95"/>
    <w:rsid w:val="00816CE2"/>
    <w:rsid w:val="00830F58"/>
    <w:rsid w:val="0084190C"/>
    <w:rsid w:val="00885998"/>
    <w:rsid w:val="0089062D"/>
    <w:rsid w:val="008D15FE"/>
    <w:rsid w:val="008D41F8"/>
    <w:rsid w:val="008E2BB2"/>
    <w:rsid w:val="009006BA"/>
    <w:rsid w:val="00921F23"/>
    <w:rsid w:val="00923AA8"/>
    <w:rsid w:val="00930983"/>
    <w:rsid w:val="00937910"/>
    <w:rsid w:val="009464BA"/>
    <w:rsid w:val="009551CA"/>
    <w:rsid w:val="00956787"/>
    <w:rsid w:val="00962E0E"/>
    <w:rsid w:val="00965785"/>
    <w:rsid w:val="00973895"/>
    <w:rsid w:val="009803C4"/>
    <w:rsid w:val="00981235"/>
    <w:rsid w:val="009A0FC4"/>
    <w:rsid w:val="009B3B58"/>
    <w:rsid w:val="009B7308"/>
    <w:rsid w:val="009B7AE4"/>
    <w:rsid w:val="009C3346"/>
    <w:rsid w:val="009C64F8"/>
    <w:rsid w:val="009D031F"/>
    <w:rsid w:val="009E275D"/>
    <w:rsid w:val="009F5770"/>
    <w:rsid w:val="00A073BB"/>
    <w:rsid w:val="00A16ECD"/>
    <w:rsid w:val="00A23BCB"/>
    <w:rsid w:val="00A24AC6"/>
    <w:rsid w:val="00A32064"/>
    <w:rsid w:val="00A344EB"/>
    <w:rsid w:val="00A40CF0"/>
    <w:rsid w:val="00A52F7A"/>
    <w:rsid w:val="00A60C8B"/>
    <w:rsid w:val="00A75040"/>
    <w:rsid w:val="00A83147"/>
    <w:rsid w:val="00AA1EF9"/>
    <w:rsid w:val="00AA27F2"/>
    <w:rsid w:val="00AC7E7D"/>
    <w:rsid w:val="00AE4AEC"/>
    <w:rsid w:val="00AF4ED9"/>
    <w:rsid w:val="00AF5C03"/>
    <w:rsid w:val="00AF6488"/>
    <w:rsid w:val="00AF6DC7"/>
    <w:rsid w:val="00AF7D66"/>
    <w:rsid w:val="00B03E71"/>
    <w:rsid w:val="00B117D1"/>
    <w:rsid w:val="00B15F52"/>
    <w:rsid w:val="00B33E71"/>
    <w:rsid w:val="00B34A33"/>
    <w:rsid w:val="00B351EE"/>
    <w:rsid w:val="00B40B81"/>
    <w:rsid w:val="00B411A6"/>
    <w:rsid w:val="00B41F8E"/>
    <w:rsid w:val="00B42EC8"/>
    <w:rsid w:val="00B6027F"/>
    <w:rsid w:val="00B606EB"/>
    <w:rsid w:val="00B73A9E"/>
    <w:rsid w:val="00B83204"/>
    <w:rsid w:val="00B86F37"/>
    <w:rsid w:val="00B875AB"/>
    <w:rsid w:val="00B969F1"/>
    <w:rsid w:val="00BA12BA"/>
    <w:rsid w:val="00BA5496"/>
    <w:rsid w:val="00BB3B88"/>
    <w:rsid w:val="00BC2779"/>
    <w:rsid w:val="00BD2C5A"/>
    <w:rsid w:val="00BD3DB3"/>
    <w:rsid w:val="00BE4F24"/>
    <w:rsid w:val="00BE6BB3"/>
    <w:rsid w:val="00C01760"/>
    <w:rsid w:val="00C163D1"/>
    <w:rsid w:val="00C21858"/>
    <w:rsid w:val="00C7469E"/>
    <w:rsid w:val="00C83868"/>
    <w:rsid w:val="00CA49FD"/>
    <w:rsid w:val="00CD4C97"/>
    <w:rsid w:val="00CE30D3"/>
    <w:rsid w:val="00CF764E"/>
    <w:rsid w:val="00D16B44"/>
    <w:rsid w:val="00D22289"/>
    <w:rsid w:val="00D235A1"/>
    <w:rsid w:val="00D425C2"/>
    <w:rsid w:val="00D448DE"/>
    <w:rsid w:val="00D46F20"/>
    <w:rsid w:val="00D51DFF"/>
    <w:rsid w:val="00D53564"/>
    <w:rsid w:val="00D70206"/>
    <w:rsid w:val="00D73ADD"/>
    <w:rsid w:val="00DB1C25"/>
    <w:rsid w:val="00DC5798"/>
    <w:rsid w:val="00DD09B8"/>
    <w:rsid w:val="00DE63E9"/>
    <w:rsid w:val="00E118F8"/>
    <w:rsid w:val="00E11E41"/>
    <w:rsid w:val="00E16D57"/>
    <w:rsid w:val="00E4555C"/>
    <w:rsid w:val="00E577C2"/>
    <w:rsid w:val="00E934D5"/>
    <w:rsid w:val="00EC1C55"/>
    <w:rsid w:val="00EC4567"/>
    <w:rsid w:val="00ED079F"/>
    <w:rsid w:val="00ED5389"/>
    <w:rsid w:val="00EE4E7D"/>
    <w:rsid w:val="00EF7A03"/>
    <w:rsid w:val="00EF7DF0"/>
    <w:rsid w:val="00F04B14"/>
    <w:rsid w:val="00F1316C"/>
    <w:rsid w:val="00F278B3"/>
    <w:rsid w:val="00F3358A"/>
    <w:rsid w:val="00F35E06"/>
    <w:rsid w:val="00F40B10"/>
    <w:rsid w:val="00F53AA7"/>
    <w:rsid w:val="00F5610C"/>
    <w:rsid w:val="00F62638"/>
    <w:rsid w:val="00F65A9B"/>
    <w:rsid w:val="00F83F3C"/>
    <w:rsid w:val="00FB4AF9"/>
    <w:rsid w:val="00FC030A"/>
    <w:rsid w:val="00FC1EAF"/>
    <w:rsid w:val="00FC46C1"/>
    <w:rsid w:val="00FD6504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635A2E-6851-4E0B-8B13-4EF5094C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496"/>
    <w:pPr>
      <w:bidi/>
      <w:spacing w:after="0" w:line="240" w:lineRule="auto"/>
    </w:pPr>
    <w:rPr>
      <w:rFonts w:ascii="Times New Roman" w:eastAsia="Times New Roman" w:hAnsi="Times New Roman" w:cs="David"/>
      <w:sz w:val="32"/>
      <w:szCs w:val="32"/>
      <w:lang w:eastAsia="he-IL"/>
    </w:rPr>
  </w:style>
  <w:style w:type="paragraph" w:styleId="Heading1">
    <w:name w:val="heading 1"/>
    <w:basedOn w:val="Normal"/>
    <w:next w:val="Normal"/>
    <w:link w:val="Heading1Char"/>
    <w:qFormat/>
    <w:rsid w:val="00BA5496"/>
    <w:pPr>
      <w:keepNext/>
      <w:outlineLvl w:val="0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BA5496"/>
    <w:pPr>
      <w:keepNext/>
      <w:spacing w:line="480" w:lineRule="auto"/>
      <w:ind w:left="36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BA5496"/>
    <w:pPr>
      <w:keepNext/>
      <w:spacing w:line="480" w:lineRule="auto"/>
      <w:outlineLvl w:val="3"/>
    </w:pPr>
    <w:rPr>
      <w:color w:val="FF0000"/>
      <w:u w:val="single"/>
    </w:rPr>
  </w:style>
  <w:style w:type="paragraph" w:styleId="Heading5">
    <w:name w:val="heading 5"/>
    <w:basedOn w:val="Normal"/>
    <w:next w:val="Normal"/>
    <w:link w:val="Heading5Char"/>
    <w:qFormat/>
    <w:rsid w:val="00BA5496"/>
    <w:pPr>
      <w:keepNext/>
      <w:spacing w:line="480" w:lineRule="auto"/>
      <w:ind w:left="360"/>
      <w:outlineLvl w:val="4"/>
    </w:pPr>
    <w:rPr>
      <w:color w:val="FF0000"/>
      <w:u w:val="single"/>
    </w:rPr>
  </w:style>
  <w:style w:type="paragraph" w:styleId="Heading7">
    <w:name w:val="heading 7"/>
    <w:basedOn w:val="Normal"/>
    <w:next w:val="Normal"/>
    <w:link w:val="Heading7Char"/>
    <w:qFormat/>
    <w:rsid w:val="00BA5496"/>
    <w:pPr>
      <w:keepNext/>
      <w:spacing w:line="480" w:lineRule="auto"/>
      <w:outlineLvl w:val="6"/>
    </w:pPr>
    <w:rPr>
      <w:b/>
      <w:bCs/>
      <w:color w:val="33CCCC"/>
      <w:u w:val="single"/>
    </w:rPr>
  </w:style>
  <w:style w:type="paragraph" w:styleId="Heading8">
    <w:name w:val="heading 8"/>
    <w:basedOn w:val="Normal"/>
    <w:next w:val="Normal"/>
    <w:link w:val="Heading8Char"/>
    <w:qFormat/>
    <w:rsid w:val="00BA5496"/>
    <w:pPr>
      <w:keepNext/>
      <w:spacing w:line="480" w:lineRule="auto"/>
      <w:ind w:left="36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BA5496"/>
    <w:pPr>
      <w:keepNext/>
      <w:spacing w:line="480" w:lineRule="auto"/>
      <w:jc w:val="both"/>
      <w:outlineLvl w:val="8"/>
    </w:pPr>
    <w:rPr>
      <w:color w:val="FF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B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BB2"/>
  </w:style>
  <w:style w:type="paragraph" w:styleId="Footer">
    <w:name w:val="footer"/>
    <w:basedOn w:val="Normal"/>
    <w:link w:val="FooterChar"/>
    <w:uiPriority w:val="99"/>
    <w:unhideWhenUsed/>
    <w:rsid w:val="008E2BB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BB2"/>
  </w:style>
  <w:style w:type="paragraph" w:styleId="BalloonText">
    <w:name w:val="Balloon Text"/>
    <w:basedOn w:val="Normal"/>
    <w:link w:val="BalloonTextChar"/>
    <w:uiPriority w:val="99"/>
    <w:semiHidden/>
    <w:unhideWhenUsed/>
    <w:rsid w:val="008E2B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B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2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12B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A5496"/>
    <w:rPr>
      <w:rFonts w:ascii="Times New Roman" w:eastAsia="Times New Roman" w:hAnsi="Times New Roman" w:cs="David"/>
      <w:sz w:val="32"/>
      <w:szCs w:val="32"/>
      <w:u w:val="single"/>
      <w:lang w:eastAsia="he-IL"/>
    </w:rPr>
  </w:style>
  <w:style w:type="character" w:customStyle="1" w:styleId="Heading3Char">
    <w:name w:val="Heading 3 Char"/>
    <w:basedOn w:val="DefaultParagraphFont"/>
    <w:link w:val="Heading3"/>
    <w:rsid w:val="00BA5496"/>
    <w:rPr>
      <w:rFonts w:ascii="Times New Roman" w:eastAsia="Times New Roman" w:hAnsi="Times New Roman" w:cs="David"/>
      <w:sz w:val="32"/>
      <w:szCs w:val="32"/>
      <w:u w:val="single"/>
      <w:lang w:eastAsia="he-IL"/>
    </w:rPr>
  </w:style>
  <w:style w:type="character" w:customStyle="1" w:styleId="Heading4Char">
    <w:name w:val="Heading 4 Char"/>
    <w:basedOn w:val="DefaultParagraphFont"/>
    <w:link w:val="Heading4"/>
    <w:rsid w:val="00BA5496"/>
    <w:rPr>
      <w:rFonts w:ascii="Times New Roman" w:eastAsia="Times New Roman" w:hAnsi="Times New Roman" w:cs="David"/>
      <w:color w:val="FF0000"/>
      <w:sz w:val="32"/>
      <w:szCs w:val="32"/>
      <w:u w:val="single"/>
      <w:lang w:eastAsia="he-IL"/>
    </w:rPr>
  </w:style>
  <w:style w:type="character" w:customStyle="1" w:styleId="Heading5Char">
    <w:name w:val="Heading 5 Char"/>
    <w:basedOn w:val="DefaultParagraphFont"/>
    <w:link w:val="Heading5"/>
    <w:rsid w:val="00BA5496"/>
    <w:rPr>
      <w:rFonts w:ascii="Times New Roman" w:eastAsia="Times New Roman" w:hAnsi="Times New Roman" w:cs="David"/>
      <w:color w:val="FF0000"/>
      <w:sz w:val="32"/>
      <w:szCs w:val="32"/>
      <w:u w:val="single"/>
      <w:lang w:eastAsia="he-IL"/>
    </w:rPr>
  </w:style>
  <w:style w:type="character" w:customStyle="1" w:styleId="Heading7Char">
    <w:name w:val="Heading 7 Char"/>
    <w:basedOn w:val="DefaultParagraphFont"/>
    <w:link w:val="Heading7"/>
    <w:rsid w:val="00BA5496"/>
    <w:rPr>
      <w:rFonts w:ascii="Times New Roman" w:eastAsia="Times New Roman" w:hAnsi="Times New Roman" w:cs="David"/>
      <w:b/>
      <w:bCs/>
      <w:color w:val="33CCCC"/>
      <w:sz w:val="32"/>
      <w:szCs w:val="32"/>
      <w:u w:val="single"/>
      <w:lang w:eastAsia="he-IL"/>
    </w:rPr>
  </w:style>
  <w:style w:type="character" w:customStyle="1" w:styleId="Heading8Char">
    <w:name w:val="Heading 8 Char"/>
    <w:basedOn w:val="DefaultParagraphFont"/>
    <w:link w:val="Heading8"/>
    <w:rsid w:val="00BA5496"/>
    <w:rPr>
      <w:rFonts w:ascii="Times New Roman" w:eastAsia="Times New Roman" w:hAnsi="Times New Roman" w:cs="David"/>
      <w:sz w:val="32"/>
      <w:szCs w:val="32"/>
      <w:u w:val="single"/>
      <w:lang w:eastAsia="he-IL"/>
    </w:rPr>
  </w:style>
  <w:style w:type="character" w:customStyle="1" w:styleId="Heading9Char">
    <w:name w:val="Heading 9 Char"/>
    <w:basedOn w:val="DefaultParagraphFont"/>
    <w:link w:val="Heading9"/>
    <w:rsid w:val="00BA5496"/>
    <w:rPr>
      <w:rFonts w:ascii="Times New Roman" w:eastAsia="Times New Roman" w:hAnsi="Times New Roman" w:cs="David"/>
      <w:color w:val="FF0000"/>
      <w:sz w:val="32"/>
      <w:szCs w:val="32"/>
      <w:u w:val="single"/>
      <w:lang w:eastAsia="he-IL"/>
    </w:rPr>
  </w:style>
  <w:style w:type="paragraph" w:styleId="BodyText">
    <w:name w:val="Body Text"/>
    <w:basedOn w:val="Normal"/>
    <w:link w:val="BodyTextChar"/>
    <w:semiHidden/>
    <w:rsid w:val="00BA5496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BA5496"/>
    <w:rPr>
      <w:rFonts w:ascii="Times New Roman" w:eastAsia="Times New Roman" w:hAnsi="Times New Roman" w:cs="David"/>
      <w:sz w:val="32"/>
      <w:szCs w:val="32"/>
      <w:lang w:eastAsia="he-IL"/>
    </w:rPr>
  </w:style>
  <w:style w:type="paragraph" w:styleId="BodyTextIndent">
    <w:name w:val="Body Text Indent"/>
    <w:basedOn w:val="Normal"/>
    <w:link w:val="BodyTextIndentChar"/>
    <w:semiHidden/>
    <w:rsid w:val="00BA5496"/>
    <w:pPr>
      <w:spacing w:line="480" w:lineRule="auto"/>
      <w:ind w:left="386" w:hanging="386"/>
      <w:jc w:val="both"/>
    </w:pPr>
  </w:style>
  <w:style w:type="character" w:customStyle="1" w:styleId="BodyTextIndentChar">
    <w:name w:val="Body Text Indent Char"/>
    <w:basedOn w:val="DefaultParagraphFont"/>
    <w:link w:val="BodyTextIndent"/>
    <w:semiHidden/>
    <w:rsid w:val="00BA5496"/>
    <w:rPr>
      <w:rFonts w:ascii="Times New Roman" w:eastAsia="Times New Roman" w:hAnsi="Times New Roman" w:cs="David"/>
      <w:sz w:val="32"/>
      <w:szCs w:val="32"/>
      <w:lang w:eastAsia="he-IL"/>
    </w:rPr>
  </w:style>
  <w:style w:type="paragraph" w:styleId="Caption">
    <w:name w:val="caption"/>
    <w:basedOn w:val="Normal"/>
    <w:next w:val="Normal"/>
    <w:qFormat/>
    <w:rsid w:val="00BA5496"/>
    <w:pPr>
      <w:spacing w:line="360" w:lineRule="auto"/>
    </w:pPr>
    <w:rPr>
      <w:b/>
      <w:bCs/>
      <w:color w:val="FF0000"/>
      <w:u w:val="single"/>
    </w:rPr>
  </w:style>
  <w:style w:type="character" w:styleId="IntenseReference">
    <w:name w:val="Intense Reference"/>
    <w:basedOn w:val="DefaultParagraphFont"/>
    <w:uiPriority w:val="32"/>
    <w:qFormat/>
    <w:rsid w:val="00BA5496"/>
    <w:rPr>
      <w:b/>
      <w:bCs/>
      <w:smallCaps/>
      <w:color w:val="C0504D" w:themeColor="accent2"/>
      <w:spacing w:val="5"/>
      <w:u w:val="single"/>
    </w:rPr>
  </w:style>
  <w:style w:type="paragraph" w:customStyle="1" w:styleId="ListStyle">
    <w:name w:val="ListStyle"/>
    <w:rsid w:val="006F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E213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64A8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5F52"/>
    <w:pPr>
      <w:bidi w:val="0"/>
      <w:spacing w:before="100" w:beforeAutospacing="1" w:after="100" w:afterAutospacing="1"/>
    </w:pPr>
    <w:rPr>
      <w:rFonts w:eastAsiaTheme="minorEastAs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bel\Desktop\&#1502;&#1490;&#1513;&#1497;&#1502;&#1497;&#1501;%20-&#1508;&#1512;&#1493;&#1497;&#1497;&#1511;&#1496;\&#1508;&#1493;&#1512;&#1502;&#1488;&#1496;%20&#1502;&#1506;&#1512;&#1498;%20&#1513;&#1497;&#1506;&#1493;&#1512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305B-8348-4035-9FE6-F6BF7762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פורמאט מערך שיעור.dotx</Template>
  <TotalTime>69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Keren Rashi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Gibel</dc:creator>
  <cp:lastModifiedBy>Lior</cp:lastModifiedBy>
  <cp:revision>3</cp:revision>
  <cp:lastPrinted>2011-11-27T07:17:00Z</cp:lastPrinted>
  <dcterms:created xsi:type="dcterms:W3CDTF">2015-03-08T22:46:00Z</dcterms:created>
  <dcterms:modified xsi:type="dcterms:W3CDTF">2015-03-09T12:18:00Z</dcterms:modified>
</cp:coreProperties>
</file>